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2"/>
        <w:gridCol w:w="4596"/>
      </w:tblGrid>
      <w:tr w:rsidR="001B0C8D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proofErr w:type="spellStart"/>
            <w:r w:rsidRPr="003D004D">
              <w:rPr>
                <w:b/>
              </w:rPr>
              <w:t>NAME:</w:t>
            </w:r>
            <w:r w:rsidR="00107171">
              <w:rPr>
                <w:b/>
              </w:rPr>
              <w:t>Dawson</w:t>
            </w:r>
            <w:proofErr w:type="spellEnd"/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</w:p>
        </w:tc>
      </w:tr>
      <w:tr w:rsidR="001B0C8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1B0C8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107171">
              <w:rPr>
                <w:b/>
              </w:rPr>
              <w:t>ROM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7925D3">
              <w:rPr>
                <w:b/>
              </w:rPr>
              <w:t>Plug in</w:t>
            </w:r>
          </w:p>
        </w:tc>
      </w:tr>
      <w:tr w:rsidR="001B0C8D" w:rsidTr="003D004D">
        <w:trPr>
          <w:trHeight w:val="4385"/>
        </w:trPr>
        <w:tc>
          <w:tcPr>
            <w:tcW w:w="5380" w:type="dxa"/>
          </w:tcPr>
          <w:p w:rsidR="003D004D" w:rsidRPr="003D004D" w:rsidRDefault="003D004D" w:rsidP="001B0C8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107171">
              <w:rPr>
                <w:b/>
              </w:rPr>
              <w:t>Reads only memory.</w:t>
            </w:r>
            <w:r w:rsidR="007925D3">
              <w:rPr>
                <w:b/>
              </w:rPr>
              <w:t xml:space="preserve"> </w:t>
            </w:r>
            <w:r w:rsidR="00107171">
              <w:rPr>
                <w:b/>
              </w:rPr>
              <w:t>Readable memory</w:t>
            </w:r>
            <w:r w:rsidR="001B0C8D">
              <w:rPr>
                <w:b/>
              </w:rPr>
              <w:t xml:space="preserve">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>Defin</w:t>
            </w:r>
            <w:r w:rsidR="007925D3">
              <w:rPr>
                <w:b/>
              </w:rPr>
              <w:t>i</w:t>
            </w:r>
            <w:r w:rsidRPr="003D004D">
              <w:rPr>
                <w:b/>
              </w:rPr>
              <w:t xml:space="preserve">tion:  </w:t>
            </w:r>
            <w:r w:rsidR="007925D3">
              <w:rPr>
                <w:b/>
              </w:rPr>
              <w:t>A small piece of software that adds features.</w:t>
            </w:r>
          </w:p>
        </w:tc>
      </w:tr>
      <w:tr w:rsidR="001B0C8D" w:rsidTr="003D004D">
        <w:trPr>
          <w:trHeight w:val="603"/>
        </w:trPr>
        <w:tc>
          <w:tcPr>
            <w:tcW w:w="5380" w:type="dxa"/>
          </w:tcPr>
          <w:p w:rsidR="003D004D" w:rsidRPr="003D004D" w:rsidRDefault="00891629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3D004D"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1B0C8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proofErr w:type="spellStart"/>
            <w:r w:rsidR="001A2A9C">
              <w:rPr>
                <w:b/>
              </w:rPr>
              <w:t>Moniter</w:t>
            </w:r>
            <w:proofErr w:type="spellEnd"/>
          </w:p>
        </w:tc>
        <w:tc>
          <w:tcPr>
            <w:tcW w:w="5227" w:type="dxa"/>
          </w:tcPr>
          <w:p w:rsidR="003D004D" w:rsidRPr="003D004D" w:rsidRDefault="003D004D" w:rsidP="001B0C8D">
            <w:pPr>
              <w:tabs>
                <w:tab w:val="left" w:pos="1365"/>
                <w:tab w:val="right" w:pos="4380"/>
              </w:tabs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1B0C8D">
              <w:rPr>
                <w:b/>
              </w:rPr>
              <w:t xml:space="preserve"> URL</w:t>
            </w:r>
          </w:p>
        </w:tc>
      </w:tr>
      <w:tr w:rsidR="001B0C8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1A2A9C">
              <w:rPr>
                <w:rFonts w:ascii="Times" w:hAnsi="Times" w:cs="Times"/>
                <w:color w:val="000000"/>
                <w:sz w:val="36"/>
                <w:szCs w:val="36"/>
              </w:rPr>
              <w:t>The TV-like part of the computer that you look at to see information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1B0C8D">
              <w:rPr>
                <w:b/>
              </w:rPr>
              <w:t>uniform resource locators. This is the address  of any given site on the internet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Reflection</w:t>
            </w:r>
            <w:proofErr w:type="gramStart"/>
            <w:r w:rsidR="00F02725">
              <w:rPr>
                <w:b/>
              </w:rPr>
              <w:t>:</w:t>
            </w:r>
            <w:r w:rsidR="00891629">
              <w:rPr>
                <w:b/>
              </w:rPr>
              <w:t>I</w:t>
            </w:r>
            <w:proofErr w:type="spellEnd"/>
            <w:proofErr w:type="gramEnd"/>
            <w:r w:rsidR="00891629">
              <w:rPr>
                <w:b/>
              </w:rPr>
              <w:t xml:space="preserve"> Knew almost all of these words.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107171"/>
    <w:rsid w:val="00107171"/>
    <w:rsid w:val="001A2A9C"/>
    <w:rsid w:val="001B0C8D"/>
    <w:rsid w:val="00237E71"/>
    <w:rsid w:val="0039291A"/>
    <w:rsid w:val="003A37C7"/>
    <w:rsid w:val="003C456B"/>
    <w:rsid w:val="003D004D"/>
    <w:rsid w:val="00480FC9"/>
    <w:rsid w:val="004F7C77"/>
    <w:rsid w:val="005D4E33"/>
    <w:rsid w:val="005E5126"/>
    <w:rsid w:val="007257A1"/>
    <w:rsid w:val="007925D3"/>
    <w:rsid w:val="00830AA8"/>
    <w:rsid w:val="00891629"/>
    <w:rsid w:val="00A36B4B"/>
    <w:rsid w:val="00AE7393"/>
    <w:rsid w:val="00D21F89"/>
    <w:rsid w:val="00E8780A"/>
    <w:rsid w:val="00EA263D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0C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8saugsd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52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18saugsd</dc:creator>
  <cp:keywords/>
  <dc:description/>
  <cp:lastModifiedBy>18saugsd</cp:lastModifiedBy>
  <cp:revision>6</cp:revision>
  <dcterms:created xsi:type="dcterms:W3CDTF">2012-02-13T18:08:00Z</dcterms:created>
  <dcterms:modified xsi:type="dcterms:W3CDTF">2012-02-17T12:10:00Z</dcterms:modified>
</cp:coreProperties>
</file>